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6A3A59" w:rsidRPr="00976300" w14:paraId="22B3DE6C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F88E3" w14:textId="77777777" w:rsidR="006A3A59" w:rsidRDefault="006A3A59" w:rsidP="006A3A59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2283507F" w14:textId="77777777" w:rsidR="006A3A59" w:rsidRPr="000D37DC" w:rsidRDefault="006A3A59" w:rsidP="006A3A59">
            <w:pPr>
              <w:pStyle w:val="Heading1"/>
              <w:rPr>
                <w:color w:val="FFFFFF"/>
              </w:rPr>
            </w:pPr>
          </w:p>
        </w:tc>
      </w:tr>
      <w:tr w:rsidR="006A3A59" w:rsidRPr="00976300" w14:paraId="45533ABD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8973E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F26B3" w14:textId="77777777" w:rsidR="006A3A59" w:rsidRPr="00976300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Almonte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Nanci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C808F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CDE91" w14:textId="77777777" w:rsidR="006A3A59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 core and PM core</w:t>
            </w:r>
          </w:p>
        </w:tc>
      </w:tr>
      <w:tr w:rsidR="006A3A59" w:rsidRPr="00976300" w14:paraId="4D4CD9ED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14B3D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  <w:r w:rsidR="00F05AB2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03030" w14:textId="77777777" w:rsidR="006A3A59" w:rsidRPr="00976300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week Unit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570CA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="00F05AB2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4B692" w14:textId="77777777" w:rsidR="006A3A59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2/2011</w:t>
            </w:r>
          </w:p>
        </w:tc>
      </w:tr>
      <w:tr w:rsidR="006A3A59" w:rsidRPr="00976300" w14:paraId="28BFAC8F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13F9A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  <w:r w:rsidR="00F05AB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BD02" w14:textId="77777777" w:rsidR="006A3A59" w:rsidRPr="00976300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Persuasive Research/ writing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CA2D5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F05AB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A3A59" w:rsidRPr="00976300" w14:paraId="0D24DB0F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AFDB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65074" w14:textId="77777777" w:rsidR="006A3A59" w:rsidRPr="00976300" w:rsidRDefault="00F05AB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05AB2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grade LA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9618F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0889C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5A475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309E7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F9DE4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8E56F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6903E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867DA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47F27" w14:textId="77777777" w:rsidR="006A3A59" w:rsidRDefault="00D2641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F620555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6A3A59" w14:paraId="306582A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13BED78F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3B01" w14:textId="77777777" w:rsidR="006A3A59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find and evaluate online sources.</w:t>
            </w:r>
          </w:p>
          <w:p w14:paraId="55C455BA" w14:textId="77777777" w:rsidR="00F05AB2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take notes on relevant information</w:t>
            </w:r>
          </w:p>
          <w:p w14:paraId="68199B88" w14:textId="77777777" w:rsidR="00F05AB2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communicate information effectively.</w:t>
            </w:r>
          </w:p>
          <w:p w14:paraId="39709DE1" w14:textId="77777777" w:rsidR="00F05AB2" w:rsidRPr="00126709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can collaborate with classmates.</w:t>
            </w:r>
          </w:p>
        </w:tc>
      </w:tr>
      <w:tr w:rsidR="006A3A59" w14:paraId="535FEF6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152FAB1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3BF5" w14:textId="77777777" w:rsidR="006A3A59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ability to work collaboratively to find/evaluate/process information</w:t>
            </w:r>
          </w:p>
          <w:p w14:paraId="64D0EFCE" w14:textId="77777777" w:rsidR="00F05AB2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 with scores for elements of task</w:t>
            </w:r>
          </w:p>
          <w:p w14:paraId="3E8CAED1" w14:textId="77777777" w:rsidR="00F05AB2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Trait Rubric for written work</w:t>
            </w:r>
          </w:p>
          <w:p w14:paraId="361B60DE" w14:textId="77777777" w:rsidR="00F05AB2" w:rsidRPr="00126709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Poster rubric for final project</w:t>
            </w:r>
          </w:p>
        </w:tc>
      </w:tr>
      <w:tr w:rsidR="006A3A59" w14:paraId="7BFAE34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22710D14" w14:textId="77777777" w:rsidR="006A3A59" w:rsidRDefault="006A3A59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81FE" w14:textId="77777777" w:rsidR="006A3A59" w:rsidRPr="00126709" w:rsidRDefault="00F05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have been practicing research and note-taking skills.  We have also worked on persuasive techniques in writing and studying the 6 traits.  This project will require the application of all these skills while working collaboratively with online sources and Wiki spaces.</w:t>
            </w:r>
          </w:p>
        </w:tc>
      </w:tr>
    </w:tbl>
    <w:p w14:paraId="62EE4494" w14:textId="77777777" w:rsidR="006A3A59" w:rsidRDefault="00D2641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6E7377E6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9D4B6F" w:rsidRPr="009C5B29" w14:paraId="5E407C27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9D2AE" w14:textId="77777777" w:rsidR="009D4B6F" w:rsidRPr="009C5B29" w:rsidRDefault="009D4B6F" w:rsidP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EA45325" w14:textId="77777777" w:rsidR="009D4B6F" w:rsidRPr="009C5B29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6AEE7" w14:textId="77777777" w:rsidR="009D4B6F" w:rsidRPr="009C5B29" w:rsidRDefault="00F27A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ISTE NET-S, ITEEA, or L4</w:t>
            </w:r>
            <w:r w:rsidR="009D4B6F">
              <w:rPr>
                <w:rFonts w:ascii="Arial" w:hAnsi="Arial" w:cs="Arial"/>
                <w:b/>
                <w:sz w:val="20"/>
                <w:szCs w:val="20"/>
              </w:rPr>
              <w:t xml:space="preserve">L Standards Addressed </w:t>
            </w:r>
          </w:p>
        </w:tc>
      </w:tr>
      <w:tr w:rsidR="009D4B6F" w14:paraId="354A322F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6AE7D2C3" w14:textId="77777777" w:rsidR="009D4B6F" w:rsidRDefault="00F05AB2" w:rsidP="00E4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6RWC1.1.a</w:t>
            </w:r>
          </w:p>
          <w:p w14:paraId="5A8D6C0A" w14:textId="77777777" w:rsidR="00F05AB2" w:rsidRDefault="00F05AB2" w:rsidP="00E4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6RWC1.1.b</w:t>
            </w:r>
          </w:p>
          <w:p w14:paraId="7E76965E" w14:textId="77777777" w:rsidR="00F05AB2" w:rsidRDefault="00F05AB2" w:rsidP="00E4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6RWC3.2 – a-g</w:t>
            </w:r>
          </w:p>
          <w:p w14:paraId="26739314" w14:textId="77777777" w:rsidR="00F05AB2" w:rsidRDefault="00F05AB2" w:rsidP="00E4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6RWC3.3 – a-g</w:t>
            </w:r>
          </w:p>
          <w:p w14:paraId="3ADE34B7" w14:textId="77777777" w:rsidR="00F05AB2" w:rsidRDefault="00F05AB2" w:rsidP="00E45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6RWC4.1 – a, b, d, e, f</w:t>
            </w:r>
          </w:p>
          <w:p w14:paraId="79993123" w14:textId="77777777" w:rsidR="009D4B6F" w:rsidRDefault="009D4B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9D1E6" w14:textId="77777777" w:rsidR="00D26413" w:rsidRDefault="00D2641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04FEF1B2" w14:textId="77777777" w:rsidR="009D4B6F" w:rsidRPr="00126709" w:rsidRDefault="009D4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AF562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44F48186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7319D21C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409E739C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19C5EFD5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598E6EC8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483CD588" w14:textId="77777777" w:rsidR="009D4B6F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D8AB4E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7330B490" w14:textId="77777777" w:rsid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2E8BE15D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475179BD" w14:textId="77777777" w:rsidR="009D4B6F" w:rsidRDefault="00F05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Creativity and Innovation:  </w:t>
            </w:r>
          </w:p>
          <w:p w14:paraId="1BB8100B" w14:textId="77777777" w:rsidR="00F05AB2" w:rsidRP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05AB2">
              <w:rPr>
                <w:rFonts w:ascii="Arial" w:hAnsi="Arial" w:cs="Arial"/>
                <w:sz w:val="18"/>
                <w:szCs w:val="18"/>
              </w:rPr>
              <w:t>apply</w:t>
            </w:r>
            <w:proofErr w:type="gramEnd"/>
            <w:r w:rsidRPr="00F05AB2">
              <w:rPr>
                <w:rFonts w:ascii="Arial" w:hAnsi="Arial" w:cs="Arial"/>
                <w:sz w:val="18"/>
                <w:szCs w:val="18"/>
              </w:rPr>
              <w:t xml:space="preserve"> existing knowledge to create new product</w:t>
            </w:r>
          </w:p>
          <w:p w14:paraId="7F4C3B4D" w14:textId="77777777" w:rsid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create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original works as a means of group expression</w:t>
            </w:r>
          </w:p>
          <w:p w14:paraId="2A8BF9DA" w14:textId="77777777" w:rsidR="00F05AB2" w:rsidRDefault="00F05AB2" w:rsidP="00F05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Communication and Collaboration:</w:t>
            </w:r>
          </w:p>
          <w:p w14:paraId="56FCE3DB" w14:textId="77777777" w:rsidR="00F05AB2" w:rsidRP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05AB2">
              <w:rPr>
                <w:rFonts w:ascii="Arial" w:hAnsi="Arial" w:cs="Arial"/>
                <w:sz w:val="18"/>
                <w:szCs w:val="18"/>
              </w:rPr>
              <w:t>interact</w:t>
            </w:r>
            <w:proofErr w:type="gramEnd"/>
            <w:r w:rsidRPr="00F05AB2">
              <w:rPr>
                <w:rFonts w:ascii="Arial" w:hAnsi="Arial" w:cs="Arial"/>
                <w:sz w:val="18"/>
                <w:szCs w:val="18"/>
              </w:rPr>
              <w:t>, collaborate and publish with peers employing digital environments</w:t>
            </w:r>
          </w:p>
          <w:p w14:paraId="3EBE2339" w14:textId="77777777" w:rsid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contribute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 project teams to produce original works or solve problems</w:t>
            </w:r>
          </w:p>
          <w:p w14:paraId="1F5A134E" w14:textId="77777777" w:rsidR="00F05AB2" w:rsidRDefault="00F05AB2" w:rsidP="00F05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Research and Information Fluency:</w:t>
            </w:r>
          </w:p>
          <w:p w14:paraId="5DA369C1" w14:textId="77777777" w:rsidR="00F05AB2" w:rsidRP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05AB2">
              <w:rPr>
                <w:rFonts w:ascii="Arial" w:hAnsi="Arial" w:cs="Arial"/>
                <w:sz w:val="18"/>
                <w:szCs w:val="18"/>
              </w:rPr>
              <w:t>plan</w:t>
            </w:r>
            <w:proofErr w:type="gramEnd"/>
            <w:r w:rsidRPr="00F05AB2">
              <w:rPr>
                <w:rFonts w:ascii="Arial" w:hAnsi="Arial" w:cs="Arial"/>
                <w:sz w:val="18"/>
                <w:szCs w:val="18"/>
              </w:rPr>
              <w:t xml:space="preserve"> strategies to guide inquiry</w:t>
            </w:r>
          </w:p>
          <w:p w14:paraId="611D09D2" w14:textId="77777777" w:rsidR="00F05AB2" w:rsidRDefault="00F05AB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locate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, organize, analyze, </w:t>
            </w:r>
            <w:r w:rsidR="00264822">
              <w:rPr>
                <w:rFonts w:ascii="Arial" w:hAnsi="Arial" w:cs="Arial"/>
                <w:sz w:val="18"/>
                <w:szCs w:val="18"/>
              </w:rPr>
              <w:t>synthesize and ethically use information from sources and media</w:t>
            </w:r>
          </w:p>
          <w:p w14:paraId="320EAF08" w14:textId="77777777" w:rsidR="00264822" w:rsidRDefault="0026482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evaluate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and select information sources based on appropriateness </w:t>
            </w:r>
          </w:p>
          <w:p w14:paraId="785D9567" w14:textId="77777777" w:rsidR="00264822" w:rsidRDefault="00264822" w:rsidP="00F05AB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process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data and report results</w:t>
            </w:r>
          </w:p>
          <w:p w14:paraId="393985E8" w14:textId="77777777" w:rsidR="00264822" w:rsidRDefault="00264822" w:rsidP="00264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Critical Thinking, Problem Solving, and Decision Making:</w:t>
            </w:r>
          </w:p>
          <w:p w14:paraId="6ED2E7ED" w14:textId="77777777" w:rsidR="00264822" w:rsidRPr="00264822" w:rsidRDefault="00264822" w:rsidP="0026482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264822">
              <w:rPr>
                <w:rFonts w:ascii="Arial" w:hAnsi="Arial" w:cs="Arial"/>
                <w:sz w:val="18"/>
                <w:szCs w:val="18"/>
              </w:rPr>
              <w:t>Identify and define authentic problems and significant questions for investigation</w:t>
            </w:r>
          </w:p>
          <w:p w14:paraId="2C18565A" w14:textId="77777777" w:rsidR="00264822" w:rsidRDefault="00264822" w:rsidP="0026482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 and manage activities to complete a project</w:t>
            </w:r>
          </w:p>
          <w:p w14:paraId="3CB579DC" w14:textId="77777777" w:rsidR="00264822" w:rsidRDefault="00264822" w:rsidP="002648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 Citizenship:</w:t>
            </w:r>
          </w:p>
          <w:p w14:paraId="1910CB7C" w14:textId="77777777" w:rsidR="00264822" w:rsidRPr="00264822" w:rsidRDefault="00264822" w:rsidP="0026482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64822">
              <w:rPr>
                <w:rFonts w:ascii="Arial" w:hAnsi="Arial" w:cs="Arial"/>
                <w:sz w:val="18"/>
                <w:szCs w:val="18"/>
              </w:rPr>
              <w:t>advocate</w:t>
            </w:r>
            <w:proofErr w:type="gramEnd"/>
            <w:r w:rsidRPr="00264822">
              <w:rPr>
                <w:rFonts w:ascii="Arial" w:hAnsi="Arial" w:cs="Arial"/>
                <w:sz w:val="18"/>
                <w:szCs w:val="18"/>
              </w:rPr>
              <w:t xml:space="preserve"> and practice safe, legal, responsible use of information and technology</w:t>
            </w:r>
          </w:p>
          <w:p w14:paraId="345B105D" w14:textId="77777777" w:rsidR="00264822" w:rsidRPr="00264822" w:rsidRDefault="00264822" w:rsidP="00264822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14:paraId="248FA218" w14:textId="77777777" w:rsidR="00264822" w:rsidRPr="00264822" w:rsidRDefault="00264822" w:rsidP="002648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740924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:rsidRPr="009C5B29" w14:paraId="7D3A4436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8FA2A3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15F2B18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05166E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6A3A59" w14:paraId="3C8255E0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F57CC0B" w14:textId="77777777" w:rsidR="00925E07" w:rsidRDefault="0092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 of students are able to access wiki.</w:t>
            </w:r>
          </w:p>
          <w:p w14:paraId="263BA8BA" w14:textId="77777777" w:rsidR="00925E07" w:rsidRDefault="00925E0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 are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able to </w:t>
            </w:r>
            <w:r w:rsidR="001C73BD">
              <w:rPr>
                <w:rFonts w:ascii="Arial" w:hAnsi="Arial" w:cs="Arial"/>
                <w:sz w:val="20"/>
                <w:szCs w:val="20"/>
              </w:rPr>
              <w:t xml:space="preserve">take notes.  </w:t>
            </w:r>
          </w:p>
          <w:p w14:paraId="59C49C2B" w14:textId="77777777" w:rsidR="006A3A59" w:rsidRPr="00126709" w:rsidRDefault="0092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Determining relevant information needs practice.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0B17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4A4320A" w14:textId="77777777" w:rsidR="006A3A59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students created Wiki pages with required information.</w:t>
            </w:r>
          </w:p>
          <w:p w14:paraId="105FDC98" w14:textId="77777777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wrote quality paragraphs and made informative/ persuasive posters.  </w:t>
            </w:r>
          </w:p>
          <w:p w14:paraId="57BE59A8" w14:textId="268D45EC" w:rsidR="00CE4A8A" w:rsidRPr="00126709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accessed and evaluated sites and created bibliographies for their sources.</w:t>
            </w:r>
          </w:p>
        </w:tc>
      </w:tr>
    </w:tbl>
    <w:p w14:paraId="6F255607" w14:textId="489E5CF4" w:rsidR="006A3A59" w:rsidRDefault="006A3A59">
      <w:pPr>
        <w:rPr>
          <w:rFonts w:ascii="Arial" w:hAnsi="Arial" w:cs="Arial"/>
          <w:b/>
          <w:sz w:val="20"/>
          <w:szCs w:val="20"/>
        </w:rPr>
      </w:pPr>
    </w:p>
    <w:p w14:paraId="06623AB7" w14:textId="77777777" w:rsidR="00925E07" w:rsidRDefault="00925E07">
      <w:pPr>
        <w:rPr>
          <w:rFonts w:ascii="Arial" w:hAnsi="Arial" w:cs="Arial"/>
          <w:b/>
          <w:sz w:val="20"/>
          <w:szCs w:val="20"/>
        </w:rPr>
      </w:pPr>
    </w:p>
    <w:p w14:paraId="01732ED0" w14:textId="77777777" w:rsidR="00925E07" w:rsidRDefault="00925E07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44EE218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79B1C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6647D4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E8054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</w:t>
            </w:r>
            <w:r w:rsidR="00AD1B4E">
              <w:rPr>
                <w:rFonts w:ascii="Arial" w:hAnsi="Arial" w:cs="Arial"/>
                <w:b/>
                <w:sz w:val="20"/>
                <w:szCs w:val="20"/>
              </w:rPr>
              <w:t xml:space="preserve"> Research Based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Instruction Strategies</w:t>
            </w:r>
          </w:p>
        </w:tc>
      </w:tr>
      <w:tr w:rsidR="006A3A59" w14:paraId="4C396B07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E884FF7" w14:textId="2BF86BC1" w:rsidR="00925E07" w:rsidRDefault="0092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Groups </w:t>
            </w:r>
            <w:r w:rsidR="00CE4A8A">
              <w:rPr>
                <w:rFonts w:ascii="Arial" w:hAnsi="Arial" w:cs="Arial"/>
                <w:sz w:val="20"/>
                <w:szCs w:val="20"/>
              </w:rPr>
              <w:t>by interest, ability and compati</w:t>
            </w:r>
            <w:r>
              <w:rPr>
                <w:rFonts w:ascii="Arial" w:hAnsi="Arial" w:cs="Arial"/>
                <w:sz w:val="20"/>
                <w:szCs w:val="20"/>
              </w:rPr>
              <w:t>bility</w:t>
            </w:r>
          </w:p>
          <w:p w14:paraId="4E70AB78" w14:textId="6B6B1B8E" w:rsidR="00925E07" w:rsidRPr="00126709" w:rsidRDefault="00925E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Different group </w:t>
            </w:r>
            <w:r w:rsidR="00CE4A8A">
              <w:rPr>
                <w:rFonts w:ascii="Arial" w:hAnsi="Arial" w:cs="Arial"/>
                <w:sz w:val="20"/>
                <w:szCs w:val="20"/>
              </w:rPr>
              <w:t>members bring different strength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EF46F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2A417FF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CBB9C4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6DF87B8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28652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07C3C4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E1715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3D78E6" w14:paraId="074B5B1F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0A7263B" w14:textId="77777777" w:rsidR="003D78E6" w:rsidRDefault="001C73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Destiny (EVMS library page)</w:t>
            </w:r>
          </w:p>
          <w:p w14:paraId="577296F3" w14:textId="77777777" w:rsidR="001C73BD" w:rsidRDefault="001C73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Almonte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Writing Wiki</w:t>
            </w:r>
          </w:p>
          <w:p w14:paraId="6215C94F" w14:textId="77777777" w:rsidR="001C73BD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assignment</w:t>
            </w:r>
            <w:proofErr w:type="gramEnd"/>
          </w:p>
          <w:p w14:paraId="78D8BE27" w14:textId="77777777" w:rsid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resources</w:t>
            </w:r>
            <w:proofErr w:type="gramEnd"/>
          </w:p>
          <w:p w14:paraId="2E03D1EF" w14:textId="77777777" w:rsidR="001C73BD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links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to sites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989BA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4457E7D" w14:textId="77777777" w:rsidR="003D78E6" w:rsidRDefault="001C73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Classroom materials:</w:t>
            </w:r>
          </w:p>
          <w:p w14:paraId="491233B0" w14:textId="77777777" w:rsidR="001C73BD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C73BD">
              <w:rPr>
                <w:rFonts w:ascii="Arial" w:hAnsi="Arial" w:cs="Arial"/>
                <w:sz w:val="20"/>
                <w:szCs w:val="20"/>
              </w:rPr>
              <w:t>notes</w:t>
            </w:r>
            <w:proofErr w:type="gramEnd"/>
            <w:r w:rsidRPr="001C73BD">
              <w:rPr>
                <w:rFonts w:ascii="Arial" w:hAnsi="Arial" w:cs="Arial"/>
                <w:sz w:val="20"/>
                <w:szCs w:val="20"/>
              </w:rPr>
              <w:t xml:space="preserve"> page</w:t>
            </w:r>
          </w:p>
          <w:p w14:paraId="5A55BC34" w14:textId="77777777" w:rsid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assignment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checklist</w:t>
            </w:r>
          </w:p>
          <w:p w14:paraId="26220BDB" w14:textId="77777777" w:rsid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rubrics</w:t>
            </w:r>
            <w:proofErr w:type="gramEnd"/>
          </w:p>
          <w:p w14:paraId="032D98CB" w14:textId="77777777" w:rsidR="001C73BD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bibliography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guide</w:t>
            </w:r>
          </w:p>
        </w:tc>
      </w:tr>
    </w:tbl>
    <w:p w14:paraId="70F370A7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3FFA383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5B6F0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B7DEB2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E70D68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3D78E6" w14:paraId="15DBEAD4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D4B1288" w14:textId="77777777" w:rsidR="003D78E6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1C73BD">
              <w:rPr>
                <w:rFonts w:ascii="Arial" w:hAnsi="Arial" w:cs="Arial"/>
                <w:sz w:val="20"/>
                <w:szCs w:val="20"/>
              </w:rPr>
              <w:t>6 Trait Rubric for writing</w:t>
            </w:r>
          </w:p>
          <w:p w14:paraId="4412DDF9" w14:textId="77777777" w:rsid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Checklist to monitor group/ individual progress</w:t>
            </w:r>
          </w:p>
          <w:p w14:paraId="22DA68F5" w14:textId="77777777" w:rsid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project rubric</w:t>
            </w:r>
          </w:p>
          <w:p w14:paraId="2FF94E21" w14:textId="77777777" w:rsidR="001C73BD" w:rsidRPr="001C73BD" w:rsidRDefault="001C73BD" w:rsidP="001C73B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self/ group evaluation form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71AA3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7F05A019" w14:textId="77777777" w:rsidR="003D78E6" w:rsidRPr="00126709" w:rsidRDefault="001C73BD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Daily Learning logs provide a means for students to set daily learning goals and reflect on their progress towards those goals.</w:t>
            </w:r>
          </w:p>
        </w:tc>
      </w:tr>
    </w:tbl>
    <w:p w14:paraId="30CC715A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2E255539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07654026" w14:textId="070D1418" w:rsidR="006A3A59" w:rsidRDefault="006A3A59">
      <w:pPr>
        <w:rPr>
          <w:rFonts w:ascii="Arial" w:hAnsi="Arial" w:cs="Arial"/>
          <w:b/>
          <w:sz w:val="20"/>
          <w:szCs w:val="20"/>
        </w:rPr>
      </w:pPr>
    </w:p>
    <w:p w14:paraId="1BC899CA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79C08F47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B45A022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91D369B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20C4B4B3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3554E915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157E8AFF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32A70D3D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DB3A444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7FB1AD00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5E46D335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5E217BFB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59E4352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3897349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2B1890D6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87928FF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0B26B4E1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6F5C0FA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7CF91B39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7B9642D4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E8EB939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5464A370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33DED076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05F0115E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65D6F619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02AC0AB5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1D236B44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72D6DB4E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37A83ABE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BE26B28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835B918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500AA635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3972CF3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19A43D1F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p w14:paraId="4CC995BE" w14:textId="77777777" w:rsidR="00CE4A8A" w:rsidRDefault="00CE4A8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3D78E6" w14:paraId="535A8CBC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AB397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A89420" w14:textId="77777777" w:rsidR="003D78E6" w:rsidRDefault="003D78E6" w:rsidP="006A3A59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477B85" w14:textId="77777777" w:rsidR="003D78E6" w:rsidRDefault="003D78E6" w:rsidP="006A3A59">
            <w:pPr>
              <w:pStyle w:val="Heading1"/>
            </w:pPr>
            <w:r>
              <w:t>Pacing</w:t>
            </w:r>
          </w:p>
        </w:tc>
      </w:tr>
      <w:tr w:rsidR="003D78E6" w14:paraId="4112F8A0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3D5E5F5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F2BDA81" w14:textId="64B9A2AB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GUIDED PRACTICE hook:  Fast Food- referenced science class and viewing of Fast Food Nation.</w:t>
            </w:r>
          </w:p>
          <w:p w14:paraId="506A77DB" w14:textId="40A26DBC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 PROJECT hook:  We can change the world!!! What problems do you want to address?  How can we make a difference?</w:t>
            </w:r>
          </w:p>
          <w:p w14:paraId="6C827ECD" w14:textId="3258A98D" w:rsidR="003D78E6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- Interest survey</w:t>
            </w:r>
          </w:p>
          <w:p w14:paraId="1EE75329" w14:textId="0E6D616A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- ISTE standards survey</w:t>
            </w:r>
          </w:p>
          <w:p w14:paraId="4FE3C3CA" w14:textId="46C56CAF" w:rsidR="00CE4A8A" w:rsidRPr="00DF4324" w:rsidRDefault="00CE4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6FDB09C7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5F304A8E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FD8EA2B" w14:textId="1F84E31A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B2AD47C" w14:textId="77777777" w:rsidR="003D78E6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Explore Group Persuasive Project together on the Wiki space.  </w:t>
            </w:r>
          </w:p>
          <w:p w14:paraId="216B051C" w14:textId="70154C69" w:rsidR="00CE4A8A" w:rsidRPr="00CE4A8A" w:rsidRDefault="00CE4A8A" w:rsidP="00CE4A8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CE4A8A">
              <w:rPr>
                <w:rFonts w:ascii="Arial" w:hAnsi="Arial" w:cs="Arial"/>
                <w:sz w:val="20"/>
                <w:szCs w:val="20"/>
              </w:rPr>
              <w:t>Discussed purpose and objective</w:t>
            </w:r>
          </w:p>
          <w:p w14:paraId="0F9C3782" w14:textId="3323CAE7" w:rsidR="00CE4A8A" w:rsidRPr="00CE4A8A" w:rsidRDefault="00CE4A8A" w:rsidP="00CE4A8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Examined rubrics/ criteria for success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70A3F6E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18948B84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AA9237E" w14:textId="21AFCB41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2DDBF3A" w14:textId="70808B24" w:rsidR="00897960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897960">
              <w:rPr>
                <w:rFonts w:ascii="Arial" w:hAnsi="Arial" w:cs="Arial"/>
                <w:sz w:val="20"/>
                <w:szCs w:val="20"/>
              </w:rPr>
              <w:t>WHOLE CLASS FAST FOOD PRACTICE:</w:t>
            </w:r>
          </w:p>
          <w:p w14:paraId="3AE9D7A2" w14:textId="43D1ED89" w:rsidR="003D78E6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Demonstrated how to use Destiny to find sources.</w:t>
            </w:r>
          </w:p>
          <w:p w14:paraId="67927343" w14:textId="153ED529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Evaluated online sources as a class (using WS) </w:t>
            </w:r>
          </w:p>
          <w:p w14:paraId="1BCB7413" w14:textId="26843B78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Demonstrated how to take 2 column notes from source.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used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WS)</w:t>
            </w:r>
          </w:p>
          <w:p w14:paraId="3C8407FB" w14:textId="77777777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32FB35" w14:textId="0E66D3A6" w:rsidR="00CE4A8A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 </w:t>
            </w:r>
            <w:r w:rsidR="00CE4A8A">
              <w:rPr>
                <w:rFonts w:ascii="Arial" w:hAnsi="Arial" w:cs="Arial"/>
                <w:sz w:val="20"/>
                <w:szCs w:val="20"/>
              </w:rPr>
              <w:t>Modeled 2 persuasive paragraphs with opposing viewpoint</w:t>
            </w:r>
          </w:p>
          <w:p w14:paraId="6A955066" w14:textId="36BFFEE1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discussed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effectiveness</w:t>
            </w:r>
          </w:p>
          <w:p w14:paraId="4253EC97" w14:textId="16BEF4BF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evaluated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with the rubric</w:t>
            </w:r>
          </w:p>
          <w:p w14:paraId="6E3D770D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D38AC" w14:textId="19D24C9E" w:rsidR="00897960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97960">
              <w:rPr>
                <w:rFonts w:ascii="Arial" w:hAnsi="Arial" w:cs="Arial"/>
                <w:sz w:val="20"/>
                <w:szCs w:val="20"/>
              </w:rPr>
              <w:t>GROUP PROJECT:</w:t>
            </w:r>
          </w:p>
          <w:p w14:paraId="3EA496F9" w14:textId="4F60C8B7" w:rsidR="00897960" w:rsidRPr="00897960" w:rsidRDefault="00897960" w:rsidP="0089796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97960">
              <w:rPr>
                <w:rFonts w:ascii="Arial" w:hAnsi="Arial" w:cs="Arial"/>
                <w:sz w:val="20"/>
                <w:szCs w:val="20"/>
              </w:rPr>
              <w:t>Modeled use of Wiki</w:t>
            </w:r>
          </w:p>
          <w:p w14:paraId="09D5E52C" w14:textId="77777777" w:rsidR="00897960" w:rsidRDefault="00897960" w:rsidP="0089796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Taught students how to make new pages</w:t>
            </w:r>
          </w:p>
          <w:p w14:paraId="7380BE6C" w14:textId="77777777" w:rsidR="00897960" w:rsidRDefault="00897960" w:rsidP="0089796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Taught students to use the comments/ discussion threads to collaborate</w:t>
            </w:r>
          </w:p>
          <w:p w14:paraId="48F5B0E2" w14:textId="291AA44F" w:rsidR="00897960" w:rsidRPr="00897960" w:rsidRDefault="00897960" w:rsidP="0089796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   Modeled a persuasive poster and paragraph to demonstrate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expecations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DBDD9F" w14:textId="77777777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C386EC" w14:textId="77777777" w:rsidR="00CE4A8A" w:rsidRPr="00DF4324" w:rsidRDefault="00CE4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591BBFA9" w14:textId="7E1E20A5" w:rsidR="003D78E6" w:rsidRPr="00DF4324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Multiple days</w:t>
            </w:r>
          </w:p>
        </w:tc>
      </w:tr>
      <w:tr w:rsidR="003D78E6" w14:paraId="1B913383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B9079F" w14:textId="148FB2F5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3681DAC" w14:textId="7913573A" w:rsidR="00897960" w:rsidRPr="005A4A47" w:rsidRDefault="00897960" w:rsidP="005A4A4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5A4A47">
              <w:rPr>
                <w:rFonts w:ascii="Arial" w:hAnsi="Arial" w:cs="Arial"/>
                <w:sz w:val="20"/>
                <w:szCs w:val="20"/>
              </w:rPr>
              <w:t xml:space="preserve">Whole class Fast Food </w:t>
            </w:r>
            <w:r w:rsidR="005A4A47" w:rsidRPr="005A4A47">
              <w:rPr>
                <w:rFonts w:ascii="Arial" w:hAnsi="Arial" w:cs="Arial"/>
                <w:sz w:val="20"/>
                <w:szCs w:val="20"/>
              </w:rPr>
              <w:t>practice</w:t>
            </w:r>
          </w:p>
          <w:p w14:paraId="212FF87A" w14:textId="77777777" w:rsidR="005A4A47" w:rsidRPr="005A4A47" w:rsidRDefault="005A4A47" w:rsidP="005A4A4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051C298" w14:textId="19F8CDE3" w:rsidR="003D78E6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 </w:t>
            </w:r>
            <w:r w:rsidR="00CE4A8A">
              <w:rPr>
                <w:rFonts w:ascii="Arial" w:hAnsi="Arial" w:cs="Arial"/>
                <w:sz w:val="20"/>
                <w:szCs w:val="20"/>
              </w:rPr>
              <w:t>Students took notes from other articles.</w:t>
            </w:r>
          </w:p>
          <w:p w14:paraId="47EAE74E" w14:textId="5852CA7B" w:rsidR="00CE4A8A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 </w:t>
            </w:r>
            <w:r w:rsidR="00CE4A8A">
              <w:rPr>
                <w:rFonts w:ascii="Arial" w:hAnsi="Arial" w:cs="Arial"/>
                <w:sz w:val="20"/>
                <w:szCs w:val="20"/>
              </w:rPr>
              <w:t>Students wrote persuasive paragraphs</w:t>
            </w:r>
          </w:p>
          <w:p w14:paraId="2700EE22" w14:textId="77777777" w:rsidR="005A4A47" w:rsidRDefault="005A4A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6608DE" w14:textId="4C52DA2F" w:rsidR="00CE4A8A" w:rsidRPr="00DF4324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897960">
              <w:rPr>
                <w:rFonts w:ascii="Arial" w:hAnsi="Arial" w:cs="Arial"/>
                <w:sz w:val="20"/>
                <w:szCs w:val="20"/>
              </w:rPr>
              <w:t>Students used Destiny to list and evaluate possible sources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36F2FFF" w14:textId="64D751C0" w:rsidR="003D78E6" w:rsidRPr="00DF4324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class period</w:t>
            </w:r>
          </w:p>
        </w:tc>
      </w:tr>
      <w:tr w:rsidR="003D78E6" w14:paraId="2DCC6444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2C71F551" w14:textId="485C30B8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EA1E01E" w14:textId="6177A01C" w:rsidR="003D78E6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still want to just use Google.  I decided to make a link to Destiny on the Wiki page to lead them there.  </w:t>
            </w:r>
            <w:r w:rsidR="005A4A47">
              <w:rPr>
                <w:rFonts w:ascii="Arial" w:hAnsi="Arial" w:cs="Arial"/>
                <w:sz w:val="20"/>
                <w:szCs w:val="20"/>
              </w:rPr>
              <w:t>Students used the link successfully.</w:t>
            </w:r>
          </w:p>
          <w:p w14:paraId="45463321" w14:textId="77777777" w:rsidR="005A4A47" w:rsidRDefault="005A4A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4547A" w14:textId="77777777" w:rsidR="005A4A47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were excited about topics but worried about collaboration.  I want to do mini-lessons on collaboration skills. </w:t>
            </w:r>
          </w:p>
          <w:p w14:paraId="26B932EC" w14:textId="77777777" w:rsidR="005A4A47" w:rsidRDefault="005A4A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1BBE6" w14:textId="77777777" w:rsidR="00CE4A8A" w:rsidRDefault="00CE4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used feedback to assist certain groups and clearly state group expectations.</w:t>
            </w:r>
          </w:p>
          <w:p w14:paraId="61B21336" w14:textId="77777777" w:rsidR="005A4A47" w:rsidRDefault="005A4A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DCFE44" w14:textId="177225ED" w:rsidR="005A4A47" w:rsidRPr="00DF4324" w:rsidRDefault="005A4A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was given daily on the Wiki site.  Students reflected online at the end of each workday, and I wrote messages to groups after reviewing their work each day.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B13485F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369F6D17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2F5302" w14:textId="231FCBB2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9C2FB5A" w14:textId="77777777" w:rsidR="003D78E6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Groups worked on their projects</w:t>
            </w:r>
          </w:p>
          <w:p w14:paraId="3BBAAE86" w14:textId="4A161A50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Access/ evaluate sources</w:t>
            </w:r>
          </w:p>
          <w:p w14:paraId="633776B4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Take notes</w:t>
            </w:r>
          </w:p>
          <w:p w14:paraId="45F045F1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Create Wiki page</w:t>
            </w:r>
          </w:p>
          <w:p w14:paraId="059FF31A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Create persuasive posters</w:t>
            </w:r>
          </w:p>
          <w:p w14:paraId="08543743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Write persuasive paragraphs</w:t>
            </w:r>
          </w:p>
          <w:p w14:paraId="12FA72CE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Write bibliographies</w:t>
            </w:r>
          </w:p>
          <w:p w14:paraId="44F05022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-Evaluate/ Revise/ edit paragraphs</w:t>
            </w:r>
          </w:p>
          <w:p w14:paraId="5369C452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-Plan speeches to educate and persuade the class</w:t>
            </w:r>
          </w:p>
          <w:p w14:paraId="53902015" w14:textId="7FC9FB0D" w:rsidR="00897960" w:rsidRPr="00DF4324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 Deliver speeches together using visual aid.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5B2BB3D9" w14:textId="02B11FFB" w:rsidR="003D78E6" w:rsidRPr="00DF4324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days</w:t>
            </w:r>
          </w:p>
        </w:tc>
      </w:tr>
      <w:tr w:rsidR="003D78E6" w14:paraId="1611CDA7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D28DC5B" w14:textId="1B9D621F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577E0C9" w14:textId="38251635" w:rsidR="003D78E6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reflected on the collaborative process and use of the Wiki</w:t>
            </w:r>
          </w:p>
          <w:p w14:paraId="01D1D144" w14:textId="77777777" w:rsidR="00897960" w:rsidRDefault="008979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A5019" w14:textId="0AA7262D" w:rsidR="00897960" w:rsidRPr="00DF4324" w:rsidRDefault="0089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recorded 2 new things they learned from another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groups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presentation in their Learning Logs.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1FF9C09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0B44FA" w14:textId="62F7271B" w:rsidR="006A3A59" w:rsidRDefault="006A3A59" w:rsidP="006A3A59"/>
    <w:sectPr w:rsidR="006A3A59" w:rsidSect="006A3A59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3B5CA" w14:textId="77777777" w:rsidR="00897960" w:rsidRDefault="00897960">
      <w:r>
        <w:separator/>
      </w:r>
    </w:p>
  </w:endnote>
  <w:endnote w:type="continuationSeparator" w:id="0">
    <w:p w14:paraId="6164CBD7" w14:textId="77777777" w:rsidR="00897960" w:rsidRDefault="0089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72A4D" w14:textId="77777777" w:rsidR="00897960" w:rsidRDefault="00897960" w:rsidP="006A3A59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D26413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BB3A8" w14:textId="77777777" w:rsidR="00897960" w:rsidRDefault="00897960">
      <w:r>
        <w:separator/>
      </w:r>
    </w:p>
  </w:footnote>
  <w:footnote w:type="continuationSeparator" w:id="0">
    <w:p w14:paraId="7ACAF7C0" w14:textId="77777777" w:rsidR="00897960" w:rsidRDefault="00897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D09A5"/>
    <w:multiLevelType w:val="hybridMultilevel"/>
    <w:tmpl w:val="F656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41C05"/>
    <w:multiLevelType w:val="hybridMultilevel"/>
    <w:tmpl w:val="4E4411C8"/>
    <w:lvl w:ilvl="0" w:tplc="7864FDF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568E7"/>
    <w:multiLevelType w:val="hybridMultilevel"/>
    <w:tmpl w:val="4EEE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AB2"/>
    <w:rsid w:val="001C73BD"/>
    <w:rsid w:val="002376A2"/>
    <w:rsid w:val="00264822"/>
    <w:rsid w:val="00292592"/>
    <w:rsid w:val="003D78E6"/>
    <w:rsid w:val="005A4A47"/>
    <w:rsid w:val="006A3A59"/>
    <w:rsid w:val="00897960"/>
    <w:rsid w:val="00925E07"/>
    <w:rsid w:val="009D4B6F"/>
    <w:rsid w:val="00AD1B4E"/>
    <w:rsid w:val="00CE4A8A"/>
    <w:rsid w:val="00D26413"/>
    <w:rsid w:val="00E4585C"/>
    <w:rsid w:val="00F05AB2"/>
    <w:rsid w:val="00F27A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21C9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anci:Downloads:Lesson%20Plan%20Template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Template(5).dotx</Template>
  <TotalTime>67</TotalTime>
  <Pages>4</Pages>
  <Words>861</Words>
  <Characters>4914</Characters>
  <Application>Microsoft Macintosh Word</Application>
  <DocSecurity>0</DocSecurity>
  <Lines>40</Lines>
  <Paragraphs>11</Paragraphs>
  <ScaleCrop>false</ScaleCrop>
  <Company>ECSD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Eagle Schools</dc:creator>
  <cp:keywords>Lesson Plan</cp:keywords>
  <dc:description/>
  <cp:lastModifiedBy>Eagle Schools</cp:lastModifiedBy>
  <cp:revision>5</cp:revision>
  <cp:lastPrinted>2010-11-15T18:19:00Z</cp:lastPrinted>
  <dcterms:created xsi:type="dcterms:W3CDTF">2011-01-30T23:00:00Z</dcterms:created>
  <dcterms:modified xsi:type="dcterms:W3CDTF">2011-05-28T22:28:00Z</dcterms:modified>
  <cp:category>Lesson Plan</cp:category>
</cp:coreProperties>
</file>